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A6" w:rsidRDefault="00246DA6" w:rsidP="00246DA6">
      <w:pPr>
        <w:pStyle w:val="Header"/>
        <w:tabs>
          <w:tab w:val="clear" w:pos="4680"/>
          <w:tab w:val="clear" w:pos="9360"/>
        </w:tabs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Name</w:t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  <w:t>Class</w:t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</w:p>
    <w:p w:rsidR="00246DA6" w:rsidRPr="00246DA6" w:rsidRDefault="00246DA6" w:rsidP="00246DA6">
      <w:pPr>
        <w:pStyle w:val="Header"/>
        <w:tabs>
          <w:tab w:val="clear" w:pos="4680"/>
          <w:tab w:val="clear" w:pos="9360"/>
        </w:tabs>
        <w:rPr>
          <w:rFonts w:ascii="Cambria" w:hAnsi="Cambria"/>
          <w:caps/>
          <w:u w:val="single"/>
        </w:rPr>
      </w:pPr>
      <w:r>
        <w:rPr>
          <w:rFonts w:ascii="Cambria" w:hAnsi="Cambria"/>
          <w:u w:val="single"/>
        </w:rPr>
        <w:t>Teacher</w:t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  <w:t>Date</w:t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ab/>
      </w:r>
    </w:p>
    <w:p w:rsidR="00934981" w:rsidRDefault="00934981"/>
    <w:p w:rsidR="00C72010" w:rsidRDefault="00C72010" w:rsidP="00C72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Unit 2 – Ratios and Proportional Reasoning</w:t>
      </w:r>
    </w:p>
    <w:p w:rsidR="00C72010" w:rsidRDefault="00C72010" w:rsidP="00C720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Post Summative Assessment</w:t>
      </w:r>
    </w:p>
    <w:p w:rsidR="00C72010" w:rsidRDefault="00C72010"/>
    <w:p w:rsidR="00CA0D06" w:rsidRPr="00E224AC" w:rsidRDefault="00CA0D06">
      <w:pPr>
        <w:rPr>
          <w:b/>
          <w:u w:val="single"/>
        </w:rPr>
      </w:pPr>
      <w:r w:rsidRPr="00E224AC">
        <w:rPr>
          <w:b/>
          <w:u w:val="single"/>
        </w:rPr>
        <w:t xml:space="preserve">Section </w:t>
      </w:r>
      <w:proofErr w:type="gramStart"/>
      <w:r w:rsidRPr="00E224AC">
        <w:rPr>
          <w:b/>
          <w:u w:val="single"/>
        </w:rPr>
        <w:t>A</w:t>
      </w:r>
      <w:proofErr w:type="gramEnd"/>
      <w:r w:rsidRPr="00E224AC">
        <w:rPr>
          <w:b/>
          <w:u w:val="single"/>
        </w:rPr>
        <w:t xml:space="preserve"> - Post Test</w:t>
      </w:r>
    </w:p>
    <w:p w:rsidR="00CA0D06" w:rsidRDefault="00CA0D06"/>
    <w:p w:rsidR="00CA0D06" w:rsidRPr="00737B73" w:rsidRDefault="00CA0D06" w:rsidP="00CA0D06">
      <w:pPr>
        <w:contextualSpacing/>
        <w:rPr>
          <w:szCs w:val="24"/>
        </w:rPr>
      </w:pPr>
    </w:p>
    <w:p w:rsidR="00CA0D06" w:rsidRPr="00737B73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b/>
          <w:szCs w:val="24"/>
        </w:rPr>
      </w:pPr>
      <w:proofErr w:type="gramStart"/>
      <w:r w:rsidRPr="00737B73">
        <w:rPr>
          <w:b/>
          <w:szCs w:val="24"/>
        </w:rPr>
        <w:t>6.RP.1</w:t>
      </w:r>
      <w:proofErr w:type="gramEnd"/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=====================================================================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In a sports equipment locker, there are </w:t>
      </w:r>
      <w:r w:rsidR="00B77C1C">
        <w:rPr>
          <w:szCs w:val="24"/>
        </w:rPr>
        <w:t>56</w:t>
      </w:r>
      <w:r>
        <w:rPr>
          <w:szCs w:val="24"/>
        </w:rPr>
        <w:t xml:space="preserve"> </w:t>
      </w:r>
      <w:r w:rsidR="00EB687F">
        <w:rPr>
          <w:szCs w:val="24"/>
        </w:rPr>
        <w:t>base</w:t>
      </w:r>
      <w:r>
        <w:rPr>
          <w:szCs w:val="24"/>
        </w:rPr>
        <w:t xml:space="preserve">balls and </w:t>
      </w:r>
      <w:r w:rsidR="00B77C1C">
        <w:rPr>
          <w:szCs w:val="24"/>
        </w:rPr>
        <w:t>8</w:t>
      </w:r>
      <w:r>
        <w:rPr>
          <w:szCs w:val="24"/>
        </w:rPr>
        <w:t xml:space="preserve"> baseball mitts.  How is the ratio of </w:t>
      </w:r>
      <w:r w:rsidR="00B77C1C">
        <w:rPr>
          <w:szCs w:val="24"/>
        </w:rPr>
        <w:t>base</w:t>
      </w:r>
      <w:r>
        <w:rPr>
          <w:szCs w:val="24"/>
        </w:rPr>
        <w:t>balls to baseball mitts expressed in simplest form?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B77C1C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56:8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</w:r>
      <w:r w:rsidR="00B77C1C">
        <w:rPr>
          <w:szCs w:val="24"/>
        </w:rPr>
        <w:t>8:56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</w:r>
      <w:r w:rsidR="00B77C1C">
        <w:rPr>
          <w:szCs w:val="24"/>
        </w:rPr>
        <w:t>7:1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</w:r>
      <w:r w:rsidR="00B77C1C">
        <w:rPr>
          <w:szCs w:val="24"/>
        </w:rPr>
        <w:t>1:7</w:t>
      </w:r>
    </w:p>
    <w:p w:rsidR="00CA0D06" w:rsidRPr="00F845C4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A0D06" w:rsidP="00CA0D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Ray took a survey about how people in his class got to school.  </w:t>
      </w:r>
      <w:r w:rsidR="004A307C">
        <w:rPr>
          <w:rFonts w:ascii="Times New Roman" w:hAnsi="Times New Roman" w:cs="Times New Roman"/>
          <w:sz w:val="24"/>
          <w:szCs w:val="24"/>
        </w:rPr>
        <w:t>24 students walked and 8</w:t>
      </w:r>
      <w:r>
        <w:rPr>
          <w:rFonts w:ascii="Times New Roman" w:hAnsi="Times New Roman" w:cs="Times New Roman"/>
          <w:sz w:val="24"/>
          <w:szCs w:val="24"/>
        </w:rPr>
        <w:t xml:space="preserve"> students took the yellow bus.  Which statement correctly explains the ratio of walking students to bus students and is expressed in simplest form?</w:t>
      </w:r>
    </w:p>
    <w:p w:rsidR="00CA0D06" w:rsidRDefault="00CA0D06" w:rsidP="00CA0D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A0D06" w:rsidRDefault="00CA0D06" w:rsidP="00CA0D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 xml:space="preserve">For every </w:t>
      </w:r>
      <w:r w:rsidR="004A307C">
        <w:rPr>
          <w:rFonts w:ascii="Times New Roman" w:hAnsi="Times New Roman" w:cs="Times New Roman"/>
          <w:sz w:val="24"/>
          <w:szCs w:val="24"/>
        </w:rPr>
        <w:t>24 students that walk, there are 8</w:t>
      </w:r>
      <w:r>
        <w:rPr>
          <w:rFonts w:ascii="Times New Roman" w:hAnsi="Times New Roman" w:cs="Times New Roman"/>
          <w:sz w:val="24"/>
          <w:szCs w:val="24"/>
        </w:rPr>
        <w:t xml:space="preserve"> students that take the bus.</w:t>
      </w:r>
    </w:p>
    <w:p w:rsidR="00CA0D06" w:rsidRDefault="004A307C" w:rsidP="00CA0D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For every 8</w:t>
      </w:r>
      <w:r w:rsidR="00CA0D06">
        <w:rPr>
          <w:rFonts w:ascii="Times New Roman" w:hAnsi="Times New Roman" w:cs="Times New Roman"/>
          <w:sz w:val="24"/>
          <w:szCs w:val="24"/>
        </w:rPr>
        <w:t xml:space="preserve"> students that take the bus, there are </w:t>
      </w:r>
      <w:r>
        <w:rPr>
          <w:rFonts w:ascii="Times New Roman" w:hAnsi="Times New Roman" w:cs="Times New Roman"/>
          <w:sz w:val="24"/>
          <w:szCs w:val="24"/>
        </w:rPr>
        <w:t>24</w:t>
      </w:r>
      <w:r w:rsidR="00CA0D06">
        <w:rPr>
          <w:rFonts w:ascii="Times New Roman" w:hAnsi="Times New Roman" w:cs="Times New Roman"/>
          <w:sz w:val="24"/>
          <w:szCs w:val="24"/>
        </w:rPr>
        <w:t xml:space="preserve"> students that walk.</w:t>
      </w:r>
    </w:p>
    <w:p w:rsidR="00CA0D06" w:rsidRDefault="00CA0D06" w:rsidP="00CA0D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For every 3 students that walk, there is 1 student that takes the bus.</w:t>
      </w:r>
    </w:p>
    <w:p w:rsidR="00CA0D06" w:rsidRPr="00737B73" w:rsidRDefault="00CA0D06" w:rsidP="00CA0D06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For every 1 student that takes the bus, there are 3 students that walk.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Kevin is making cookies for his wife.  He needs to use </w:t>
      </w:r>
      <w:r w:rsidR="007470B5">
        <w:rPr>
          <w:szCs w:val="24"/>
        </w:rPr>
        <w:t>6</w:t>
      </w:r>
      <w:r>
        <w:rPr>
          <w:szCs w:val="24"/>
        </w:rPr>
        <w:t xml:space="preserve"> cups of flour</w:t>
      </w:r>
      <w:r w:rsidR="007470B5">
        <w:rPr>
          <w:szCs w:val="24"/>
        </w:rPr>
        <w:t xml:space="preserve"> and 3</w:t>
      </w:r>
      <w:r>
        <w:rPr>
          <w:szCs w:val="24"/>
        </w:rPr>
        <w:t xml:space="preserve"> cups of sugar for the recipe.  Which statement correctly explains the ratio of</w:t>
      </w:r>
      <w:r w:rsidR="000024EF">
        <w:rPr>
          <w:szCs w:val="24"/>
        </w:rPr>
        <w:t xml:space="preserve"> cups of</w:t>
      </w:r>
      <w:r>
        <w:rPr>
          <w:szCs w:val="24"/>
        </w:rPr>
        <w:t xml:space="preserve"> flour to</w:t>
      </w:r>
      <w:r w:rsidR="000024EF">
        <w:rPr>
          <w:szCs w:val="24"/>
        </w:rPr>
        <w:t xml:space="preserve"> cups of</w:t>
      </w:r>
      <w:r>
        <w:rPr>
          <w:szCs w:val="24"/>
        </w:rPr>
        <w:t xml:space="preserve"> </w:t>
      </w:r>
      <w:r w:rsidR="000024EF">
        <w:rPr>
          <w:szCs w:val="24"/>
        </w:rPr>
        <w:t>sugar in simplest form?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7470B5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</w:r>
      <w:r w:rsidR="007470B5">
        <w:rPr>
          <w:szCs w:val="24"/>
        </w:rPr>
        <w:t>For every 2 cups of flour, there is 1 cup of sugar.</w:t>
      </w:r>
    </w:p>
    <w:p w:rsidR="00CA0D06" w:rsidRDefault="007470B5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 B</w:t>
      </w:r>
      <w:r>
        <w:rPr>
          <w:szCs w:val="24"/>
        </w:rPr>
        <w:tab/>
        <w:t>For every 3 cup</w:t>
      </w:r>
      <w:r w:rsidR="003E4F3B">
        <w:rPr>
          <w:szCs w:val="24"/>
        </w:rPr>
        <w:t>s</w:t>
      </w:r>
      <w:r>
        <w:rPr>
          <w:szCs w:val="24"/>
        </w:rPr>
        <w:t xml:space="preserve"> of sugar, there are 6</w:t>
      </w:r>
      <w:r w:rsidR="00CA0D06">
        <w:rPr>
          <w:szCs w:val="24"/>
        </w:rPr>
        <w:t xml:space="preserve"> cups of flour.</w:t>
      </w:r>
    </w:p>
    <w:p w:rsidR="007470B5" w:rsidRDefault="003E4F3B" w:rsidP="007470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For every 1 cup</w:t>
      </w:r>
      <w:r w:rsidR="007470B5">
        <w:rPr>
          <w:szCs w:val="24"/>
        </w:rPr>
        <w:t xml:space="preserve"> of sugar, there are 3 cups of flour.</w:t>
      </w:r>
    </w:p>
    <w:p w:rsidR="00CA0D06" w:rsidRPr="00737B73" w:rsidRDefault="007470B5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For every 6 cups of flour, there are 3</w:t>
      </w:r>
      <w:r w:rsidR="00CA0D06">
        <w:rPr>
          <w:szCs w:val="24"/>
        </w:rPr>
        <w:t xml:space="preserve"> cup</w:t>
      </w:r>
      <w:r>
        <w:rPr>
          <w:szCs w:val="24"/>
        </w:rPr>
        <w:t>s</w:t>
      </w:r>
      <w:r w:rsidR="00CA0D06">
        <w:rPr>
          <w:szCs w:val="24"/>
        </w:rPr>
        <w:t xml:space="preserve"> of sugar.</w:t>
      </w:r>
    </w:p>
    <w:p w:rsidR="00CA0D06" w:rsidRDefault="00CA0D06" w:rsidP="00CA0D06">
      <w:pPr>
        <w:rPr>
          <w:b/>
          <w:szCs w:val="24"/>
        </w:rPr>
      </w:pPr>
      <w:r>
        <w:rPr>
          <w:b/>
          <w:szCs w:val="24"/>
        </w:rPr>
        <w:br w:type="page"/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b/>
          <w:szCs w:val="24"/>
        </w:rPr>
      </w:pPr>
      <w:proofErr w:type="gramStart"/>
      <w:r w:rsidRPr="00737B73">
        <w:rPr>
          <w:b/>
          <w:szCs w:val="24"/>
        </w:rPr>
        <w:lastRenderedPageBreak/>
        <w:t>6.RP.2</w:t>
      </w:r>
      <w:proofErr w:type="gramEnd"/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=====================================================================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Kathryn paid $</w:t>
      </w:r>
      <w:r w:rsidR="00C863CE">
        <w:rPr>
          <w:szCs w:val="24"/>
        </w:rPr>
        <w:t>72</w:t>
      </w:r>
      <w:r>
        <w:rPr>
          <w:szCs w:val="24"/>
        </w:rPr>
        <w:t xml:space="preserve"> for </w:t>
      </w:r>
      <w:r w:rsidR="00C863CE">
        <w:rPr>
          <w:szCs w:val="24"/>
        </w:rPr>
        <w:t>9</w:t>
      </w:r>
      <w:r>
        <w:rPr>
          <w:szCs w:val="24"/>
        </w:rPr>
        <w:t xml:space="preserve"> hamburgers.  How much did she spend for 1 hamburger?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863C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$648</w:t>
      </w:r>
    </w:p>
    <w:p w:rsidR="00CA0D06" w:rsidRDefault="00C863C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  <w:t>$63</w:t>
      </w:r>
    </w:p>
    <w:p w:rsidR="00CA0D06" w:rsidRDefault="00C863C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$81</w:t>
      </w:r>
    </w:p>
    <w:p w:rsidR="00CA0D06" w:rsidRDefault="00C863C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$8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Jack can ride his bike </w:t>
      </w:r>
      <w:r w:rsidR="00600BB6">
        <w:rPr>
          <w:szCs w:val="24"/>
        </w:rPr>
        <w:t>42</w:t>
      </w:r>
      <w:r>
        <w:rPr>
          <w:szCs w:val="24"/>
        </w:rPr>
        <w:t xml:space="preserve"> miles in </w:t>
      </w:r>
      <w:r w:rsidR="00600BB6">
        <w:rPr>
          <w:szCs w:val="24"/>
        </w:rPr>
        <w:t>6</w:t>
      </w:r>
      <w:r>
        <w:rPr>
          <w:szCs w:val="24"/>
        </w:rPr>
        <w:t xml:space="preserve"> hours.  How many miles does he ride in 1 hour?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proofErr w:type="gramStart"/>
      <w:r>
        <w:rPr>
          <w:szCs w:val="24"/>
        </w:rPr>
        <w:t>A</w:t>
      </w:r>
      <w:r>
        <w:rPr>
          <w:szCs w:val="24"/>
        </w:rPr>
        <w:tab/>
      </w:r>
      <w:r w:rsidR="00600BB6">
        <w:rPr>
          <w:szCs w:val="24"/>
        </w:rPr>
        <w:t>48</w:t>
      </w:r>
      <w:proofErr w:type="gramEnd"/>
      <w:r>
        <w:rPr>
          <w:szCs w:val="24"/>
        </w:rPr>
        <w:t xml:space="preserve"> miles</w:t>
      </w:r>
    </w:p>
    <w:p w:rsidR="00CA0D06" w:rsidRDefault="00600BB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  <w:t>7</w:t>
      </w:r>
      <w:r w:rsidR="00CA0D06">
        <w:rPr>
          <w:szCs w:val="24"/>
        </w:rPr>
        <w:t xml:space="preserve"> miles</w:t>
      </w:r>
    </w:p>
    <w:p w:rsidR="00CA0D06" w:rsidRDefault="00600BB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36</w:t>
      </w:r>
      <w:r w:rsidR="00CA0D06">
        <w:rPr>
          <w:szCs w:val="24"/>
        </w:rPr>
        <w:t xml:space="preserve"> miles</w:t>
      </w:r>
    </w:p>
    <w:p w:rsidR="00CA0D06" w:rsidRDefault="00600BB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15</w:t>
      </w:r>
      <w:r w:rsidR="00CA0D06">
        <w:rPr>
          <w:szCs w:val="24"/>
        </w:rPr>
        <w:t xml:space="preserve"> miles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I’m having a party.  The rate of tacos to people is </w:t>
      </w:r>
      <w:r w:rsidR="00092C2F">
        <w:rPr>
          <w:szCs w:val="24"/>
        </w:rPr>
        <w:t>63 to 21</w:t>
      </w:r>
      <w:r>
        <w:rPr>
          <w:szCs w:val="24"/>
        </w:rPr>
        <w:t>.  What would that be expressed as a unit rate</w:t>
      </w:r>
      <w:r w:rsidR="002767D1">
        <w:rPr>
          <w:szCs w:val="24"/>
        </w:rPr>
        <w:t xml:space="preserve"> of tacos </w:t>
      </w:r>
      <w:r w:rsidR="00505CBB">
        <w:rPr>
          <w:szCs w:val="24"/>
        </w:rPr>
        <w:t xml:space="preserve">to </w:t>
      </w:r>
      <w:r w:rsidR="002767D1">
        <w:rPr>
          <w:szCs w:val="24"/>
        </w:rPr>
        <w:t>people</w:t>
      </w:r>
      <w:r>
        <w:rPr>
          <w:szCs w:val="24"/>
        </w:rPr>
        <w:t>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092C2F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63:21</w:t>
      </w:r>
    </w:p>
    <w:p w:rsidR="00CA0D06" w:rsidRDefault="00092C2F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  <w:t>21:63</w:t>
      </w:r>
    </w:p>
    <w:p w:rsidR="00CA0D06" w:rsidRDefault="00092C2F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3:1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</w:r>
      <w:r w:rsidR="00092C2F">
        <w:rPr>
          <w:szCs w:val="24"/>
        </w:rPr>
        <w:t>1:3</w:t>
      </w:r>
    </w:p>
    <w:p w:rsidR="00CA0D06" w:rsidRPr="00737B73" w:rsidRDefault="00CA0D06" w:rsidP="00CA0D06">
      <w:pPr>
        <w:contextualSpacing/>
        <w:rPr>
          <w:color w:val="000000"/>
          <w:szCs w:val="24"/>
        </w:rPr>
      </w:pPr>
    </w:p>
    <w:p w:rsidR="00CA0D06" w:rsidRPr="00737B73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b/>
          <w:szCs w:val="24"/>
        </w:rPr>
      </w:pPr>
      <w:proofErr w:type="gramStart"/>
      <w:r w:rsidRPr="00737B73">
        <w:rPr>
          <w:b/>
          <w:szCs w:val="24"/>
        </w:rPr>
        <w:t>6.RP.3b</w:t>
      </w:r>
      <w:proofErr w:type="gramEnd"/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=====================================================================</w:t>
      </w:r>
    </w:p>
    <w:p w:rsidR="00CA0D06" w:rsidRDefault="00CA0D06" w:rsidP="00CA0D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206204">
        <w:rPr>
          <w:rFonts w:ascii="Times New Roman" w:hAnsi="Times New Roman" w:cs="Times New Roman"/>
        </w:rPr>
        <w:t>f it took 8 hours to mow 5</w:t>
      </w:r>
      <w:r w:rsidRPr="00F44CD7">
        <w:rPr>
          <w:rFonts w:ascii="Times New Roman" w:hAnsi="Times New Roman" w:cs="Times New Roman"/>
        </w:rPr>
        <w:t xml:space="preserve"> lawns, then at that rate, how</w:t>
      </w:r>
      <w:r w:rsidR="00206204">
        <w:rPr>
          <w:rFonts w:ascii="Times New Roman" w:hAnsi="Times New Roman" w:cs="Times New Roman"/>
        </w:rPr>
        <w:t xml:space="preserve"> many lawns could be mowed in 32</w:t>
      </w:r>
      <w:r w:rsidRPr="00F44CD7">
        <w:rPr>
          <w:rFonts w:ascii="Times New Roman" w:hAnsi="Times New Roman" w:cs="Times New Roman"/>
        </w:rPr>
        <w:t xml:space="preserve"> hours? </w:t>
      </w:r>
    </w:p>
    <w:p w:rsidR="00CA0D06" w:rsidRDefault="00CA0D06" w:rsidP="00CA0D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</w:p>
    <w:p w:rsidR="00CA0D06" w:rsidRDefault="00206204" w:rsidP="00CA0D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ab/>
        <w:t>27</w:t>
      </w:r>
    </w:p>
    <w:p w:rsidR="00CA0D06" w:rsidRDefault="00CA0D06" w:rsidP="00CA0D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ab/>
      </w:r>
      <w:r w:rsidR="00206204">
        <w:rPr>
          <w:rFonts w:ascii="Times New Roman" w:hAnsi="Times New Roman" w:cs="Times New Roman"/>
        </w:rPr>
        <w:t>37</w:t>
      </w:r>
    </w:p>
    <w:p w:rsidR="00CA0D06" w:rsidRDefault="00206204" w:rsidP="00CA0D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ab/>
        <w:t>40</w:t>
      </w:r>
    </w:p>
    <w:p w:rsidR="00CA0D06" w:rsidRPr="00F44CD7" w:rsidRDefault="00CA0D06" w:rsidP="00CA0D0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ab/>
        <w:t>20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b/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Jess can drive </w:t>
      </w:r>
      <w:r w:rsidR="0080677F">
        <w:rPr>
          <w:szCs w:val="24"/>
        </w:rPr>
        <w:t>432 km in</w:t>
      </w:r>
      <w:r>
        <w:rPr>
          <w:szCs w:val="24"/>
        </w:rPr>
        <w:t xml:space="preserve"> </w:t>
      </w:r>
      <w:r w:rsidR="0080677F">
        <w:rPr>
          <w:szCs w:val="24"/>
        </w:rPr>
        <w:t xml:space="preserve">6 </w:t>
      </w:r>
      <w:r>
        <w:rPr>
          <w:szCs w:val="24"/>
        </w:rPr>
        <w:t>hours.  At this rate, how far does she travel in one hour?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60 km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</w:r>
      <w:r w:rsidR="0080677F">
        <w:rPr>
          <w:szCs w:val="24"/>
        </w:rPr>
        <w:t>426</w:t>
      </w:r>
      <w:r>
        <w:rPr>
          <w:szCs w:val="24"/>
        </w:rPr>
        <w:t xml:space="preserve"> km</w:t>
      </w:r>
    </w:p>
    <w:p w:rsidR="00CA0D06" w:rsidRDefault="00463768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72</w:t>
      </w:r>
      <w:r w:rsidR="00CA0D06">
        <w:rPr>
          <w:szCs w:val="24"/>
        </w:rPr>
        <w:t xml:space="preserve"> km</w:t>
      </w:r>
    </w:p>
    <w:p w:rsidR="00CA0D06" w:rsidRDefault="0080677F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66</w:t>
      </w:r>
      <w:r w:rsidR="00CA0D06">
        <w:rPr>
          <w:szCs w:val="24"/>
        </w:rPr>
        <w:t xml:space="preserve"> km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AA698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Maria bought 18 cans of soda for $15.30</w:t>
      </w:r>
      <w:r w:rsidR="00CA0D06">
        <w:rPr>
          <w:szCs w:val="24"/>
        </w:rPr>
        <w:t>.  How much did 1 can cost?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$ 0.55</w:t>
      </w:r>
    </w:p>
    <w:p w:rsidR="00CA0D06" w:rsidRDefault="00AA698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  <w:t>$ 0.85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$ 0.65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$ 0.70</w:t>
      </w:r>
    </w:p>
    <w:p w:rsidR="00CA0D06" w:rsidRDefault="00CA0D06" w:rsidP="00CA0D06">
      <w:pPr>
        <w:rPr>
          <w:szCs w:val="24"/>
        </w:rPr>
      </w:pPr>
      <w:r>
        <w:rPr>
          <w:szCs w:val="24"/>
        </w:rPr>
        <w:br w:type="page"/>
      </w:r>
    </w:p>
    <w:p w:rsidR="00CA0D06" w:rsidRPr="00737B73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b/>
          <w:szCs w:val="24"/>
        </w:rPr>
      </w:pPr>
      <w:proofErr w:type="gramStart"/>
      <w:r w:rsidRPr="00737B73">
        <w:rPr>
          <w:b/>
          <w:szCs w:val="24"/>
        </w:rPr>
        <w:lastRenderedPageBreak/>
        <w:t>6.RP.3a</w:t>
      </w:r>
      <w:proofErr w:type="gramEnd"/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=====================================================================</w:t>
      </w:r>
    </w:p>
    <w:p w:rsidR="00CA0D06" w:rsidRPr="00737B73" w:rsidRDefault="00F31E82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  <w:r>
        <w:rPr>
          <w:color w:val="000000"/>
          <w:szCs w:val="24"/>
        </w:rPr>
        <w:t>There are 3</w:t>
      </w:r>
      <w:r w:rsidR="00CA0D06" w:rsidRPr="00737B73">
        <w:rPr>
          <w:color w:val="000000"/>
          <w:szCs w:val="24"/>
        </w:rPr>
        <w:t xml:space="preserve"> players per team.   Use the table below to answer each of the </w:t>
      </w:r>
      <w:r w:rsidR="00CA0D06">
        <w:rPr>
          <w:color w:val="000000"/>
          <w:szCs w:val="24"/>
        </w:rPr>
        <w:t>following questions</w:t>
      </w:r>
      <w:r w:rsidR="00CA0D06" w:rsidRPr="00737B73">
        <w:rPr>
          <w:color w:val="000000"/>
          <w:szCs w:val="24"/>
        </w:rPr>
        <w:t>.</w:t>
      </w:r>
    </w:p>
    <w:p w:rsidR="00CA0D06" w:rsidRPr="00737B73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</w:p>
    <w:tbl>
      <w:tblPr>
        <w:tblStyle w:val="TableGrid"/>
        <w:tblW w:w="9075" w:type="dxa"/>
        <w:tblInd w:w="2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1935"/>
        <w:gridCol w:w="1785"/>
        <w:gridCol w:w="1785"/>
        <w:gridCol w:w="1785"/>
        <w:gridCol w:w="1785"/>
      </w:tblGrid>
      <w:tr w:rsidR="00CA0D06" w:rsidRPr="00737B73" w:rsidTr="00AB00E5">
        <w:trPr>
          <w:trHeight w:val="393"/>
        </w:trPr>
        <w:tc>
          <w:tcPr>
            <w:tcW w:w="193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A0D06" w:rsidRPr="00737B73" w:rsidRDefault="00CA0D06" w:rsidP="00AB00E5">
            <w:pPr>
              <w:contextualSpacing/>
              <w:rPr>
                <w:color w:val="000000"/>
                <w:szCs w:val="24"/>
              </w:rPr>
            </w:pPr>
            <w:r w:rsidRPr="00737B73">
              <w:rPr>
                <w:color w:val="000000"/>
                <w:szCs w:val="24"/>
              </w:rPr>
              <w:t>Players</w:t>
            </w:r>
          </w:p>
        </w:tc>
        <w:tc>
          <w:tcPr>
            <w:tcW w:w="1785" w:type="dxa"/>
          </w:tcPr>
          <w:p w:rsidR="00CA0D06" w:rsidRPr="00737B73" w:rsidRDefault="00EC20A7" w:rsidP="00AB00E5">
            <w:pPr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1785" w:type="dxa"/>
          </w:tcPr>
          <w:p w:rsidR="00CA0D06" w:rsidRPr="00737B73" w:rsidRDefault="00EC20A7" w:rsidP="00AB00E5">
            <w:pPr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1785" w:type="dxa"/>
          </w:tcPr>
          <w:p w:rsidR="00CA0D06" w:rsidRPr="00737B73" w:rsidRDefault="00CA0D06" w:rsidP="00AB00E5">
            <w:pPr>
              <w:contextualSpacing/>
              <w:jc w:val="center"/>
              <w:rPr>
                <w:b/>
                <w:color w:val="000000"/>
                <w:szCs w:val="24"/>
              </w:rPr>
            </w:pPr>
            <w:r w:rsidRPr="00737B73">
              <w:rPr>
                <w:b/>
                <w:color w:val="000000"/>
                <w:szCs w:val="24"/>
              </w:rPr>
              <w:t>A</w:t>
            </w:r>
          </w:p>
        </w:tc>
        <w:tc>
          <w:tcPr>
            <w:tcW w:w="17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A0D06" w:rsidRPr="00737B73" w:rsidRDefault="00EC20A7" w:rsidP="00AB00E5">
            <w:pPr>
              <w:contextualSpacing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</w:t>
            </w:r>
          </w:p>
        </w:tc>
      </w:tr>
      <w:tr w:rsidR="00CA0D06" w:rsidRPr="00737B73" w:rsidTr="00AB00E5">
        <w:trPr>
          <w:trHeight w:val="424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A0D06" w:rsidRPr="00737B73" w:rsidRDefault="00CA0D06" w:rsidP="00AB00E5">
            <w:pPr>
              <w:contextualSpacing/>
              <w:rPr>
                <w:color w:val="000000"/>
                <w:szCs w:val="24"/>
              </w:rPr>
            </w:pPr>
            <w:r w:rsidRPr="00737B73">
              <w:rPr>
                <w:color w:val="000000"/>
                <w:szCs w:val="24"/>
              </w:rPr>
              <w:t>Team</w:t>
            </w:r>
          </w:p>
        </w:tc>
        <w:tc>
          <w:tcPr>
            <w:tcW w:w="1785" w:type="dxa"/>
          </w:tcPr>
          <w:p w:rsidR="00CA0D06" w:rsidRPr="00737B73" w:rsidRDefault="00CA0D06" w:rsidP="00AB00E5">
            <w:pPr>
              <w:contextualSpacing/>
              <w:jc w:val="center"/>
              <w:rPr>
                <w:color w:val="000000"/>
                <w:szCs w:val="24"/>
              </w:rPr>
            </w:pPr>
            <w:r w:rsidRPr="00737B73">
              <w:rPr>
                <w:color w:val="000000"/>
                <w:szCs w:val="24"/>
              </w:rPr>
              <w:t>1</w:t>
            </w:r>
          </w:p>
        </w:tc>
        <w:tc>
          <w:tcPr>
            <w:tcW w:w="1785" w:type="dxa"/>
          </w:tcPr>
          <w:p w:rsidR="00CA0D06" w:rsidRPr="00737B73" w:rsidRDefault="00CA0D06" w:rsidP="00AB00E5">
            <w:pPr>
              <w:contextualSpacing/>
              <w:jc w:val="center"/>
              <w:rPr>
                <w:color w:val="000000"/>
                <w:szCs w:val="24"/>
              </w:rPr>
            </w:pPr>
            <w:r w:rsidRPr="00737B73">
              <w:rPr>
                <w:color w:val="000000"/>
                <w:szCs w:val="24"/>
              </w:rPr>
              <w:t>2</w:t>
            </w:r>
          </w:p>
        </w:tc>
        <w:tc>
          <w:tcPr>
            <w:tcW w:w="1785" w:type="dxa"/>
          </w:tcPr>
          <w:p w:rsidR="00CA0D06" w:rsidRPr="00737B73" w:rsidRDefault="00CA0D06" w:rsidP="00AB00E5">
            <w:pPr>
              <w:contextualSpacing/>
              <w:jc w:val="center"/>
              <w:rPr>
                <w:color w:val="000000"/>
                <w:szCs w:val="24"/>
              </w:rPr>
            </w:pPr>
            <w:r w:rsidRPr="00737B73">
              <w:rPr>
                <w:color w:val="000000"/>
                <w:szCs w:val="24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A0D06" w:rsidRPr="00737B73" w:rsidRDefault="00CA0D06" w:rsidP="00AB00E5">
            <w:pPr>
              <w:contextualSpacing/>
              <w:jc w:val="center"/>
              <w:rPr>
                <w:b/>
                <w:color w:val="000000"/>
                <w:szCs w:val="24"/>
              </w:rPr>
            </w:pPr>
            <w:r w:rsidRPr="00737B73">
              <w:rPr>
                <w:b/>
                <w:color w:val="000000"/>
                <w:szCs w:val="24"/>
              </w:rPr>
              <w:t>B</w:t>
            </w:r>
          </w:p>
        </w:tc>
      </w:tr>
    </w:tbl>
    <w:p w:rsidR="00CA0D06" w:rsidRPr="00737B73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  <w:r w:rsidRPr="00737B73">
        <w:rPr>
          <w:color w:val="000000"/>
          <w:szCs w:val="24"/>
        </w:rPr>
        <w:t>How many players will be in box “A” in the table above?</w:t>
      </w:r>
    </w:p>
    <w:p w:rsidR="00CA0D06" w:rsidRPr="00BA75A2" w:rsidRDefault="006C329D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ab/>
      </w:r>
      <w:r w:rsidR="0019686C">
        <w:rPr>
          <w:color w:val="000000"/>
          <w:szCs w:val="24"/>
        </w:rPr>
        <w:t>18</w:t>
      </w:r>
    </w:p>
    <w:p w:rsidR="00CA0D06" w:rsidRPr="00BA75A2" w:rsidRDefault="006C329D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</w:rPr>
      </w:pPr>
      <w:r>
        <w:rPr>
          <w:color w:val="000000"/>
          <w:szCs w:val="24"/>
        </w:rPr>
        <w:t>B</w:t>
      </w:r>
      <w:r>
        <w:rPr>
          <w:color w:val="000000"/>
          <w:szCs w:val="24"/>
        </w:rPr>
        <w:tab/>
      </w:r>
      <w:r w:rsidR="0019686C">
        <w:rPr>
          <w:color w:val="000000"/>
          <w:szCs w:val="24"/>
        </w:rPr>
        <w:t>7</w:t>
      </w:r>
    </w:p>
    <w:p w:rsidR="00CA0D06" w:rsidRPr="00BA75A2" w:rsidRDefault="00BC3AC9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</w:rPr>
      </w:pPr>
      <w:r>
        <w:rPr>
          <w:color w:val="000000"/>
          <w:szCs w:val="24"/>
        </w:rPr>
        <w:t>C</w:t>
      </w:r>
      <w:r>
        <w:rPr>
          <w:color w:val="000000"/>
          <w:szCs w:val="24"/>
        </w:rPr>
        <w:tab/>
      </w:r>
      <w:r w:rsidR="0019686C">
        <w:rPr>
          <w:color w:val="000000"/>
          <w:szCs w:val="24"/>
        </w:rPr>
        <w:t>9</w:t>
      </w:r>
    </w:p>
    <w:p w:rsidR="00CA0D06" w:rsidRPr="00BA75A2" w:rsidRDefault="006C329D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</w:rPr>
      </w:pPr>
      <w:r>
        <w:rPr>
          <w:color w:val="000000"/>
          <w:szCs w:val="24"/>
        </w:rPr>
        <w:t>D</w:t>
      </w:r>
      <w:r>
        <w:rPr>
          <w:color w:val="000000"/>
          <w:szCs w:val="24"/>
        </w:rPr>
        <w:tab/>
      </w:r>
      <w:r w:rsidR="0019686C">
        <w:rPr>
          <w:color w:val="000000"/>
          <w:szCs w:val="24"/>
        </w:rPr>
        <w:t>10</w:t>
      </w:r>
    </w:p>
    <w:p w:rsidR="00CA0D06" w:rsidRPr="00737B73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  <w:r w:rsidRPr="00737B73">
        <w:rPr>
          <w:color w:val="000000"/>
          <w:szCs w:val="24"/>
        </w:rPr>
        <w:t>How many teams should there be for box “B”?</w:t>
      </w:r>
    </w:p>
    <w:p w:rsidR="00CA0D06" w:rsidRPr="00BA75A2" w:rsidRDefault="00BC3AC9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</w:rPr>
      </w:pPr>
      <w:r>
        <w:rPr>
          <w:color w:val="000000"/>
          <w:szCs w:val="24"/>
        </w:rPr>
        <w:t>A</w:t>
      </w:r>
      <w:r>
        <w:rPr>
          <w:color w:val="000000"/>
          <w:szCs w:val="24"/>
        </w:rPr>
        <w:tab/>
      </w:r>
      <w:r w:rsidR="0019686C">
        <w:rPr>
          <w:color w:val="000000"/>
          <w:szCs w:val="24"/>
        </w:rPr>
        <w:t>5</w:t>
      </w:r>
    </w:p>
    <w:p w:rsidR="00CA0D06" w:rsidRPr="00BA75A2" w:rsidRDefault="006C329D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</w:rPr>
      </w:pPr>
      <w:r>
        <w:rPr>
          <w:color w:val="000000"/>
          <w:szCs w:val="24"/>
        </w:rPr>
        <w:t>B</w:t>
      </w:r>
      <w:r>
        <w:rPr>
          <w:color w:val="000000"/>
          <w:szCs w:val="24"/>
        </w:rPr>
        <w:tab/>
      </w:r>
      <w:r w:rsidR="0019686C">
        <w:rPr>
          <w:color w:val="000000"/>
          <w:szCs w:val="24"/>
        </w:rPr>
        <w:t>6</w:t>
      </w:r>
    </w:p>
    <w:p w:rsidR="00CA0D06" w:rsidRPr="00BA75A2" w:rsidRDefault="00BC3AC9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</w:rPr>
      </w:pPr>
      <w:r>
        <w:rPr>
          <w:color w:val="000000"/>
          <w:szCs w:val="24"/>
        </w:rPr>
        <w:t>C</w:t>
      </w:r>
      <w:r>
        <w:rPr>
          <w:color w:val="000000"/>
          <w:szCs w:val="24"/>
        </w:rPr>
        <w:tab/>
      </w:r>
      <w:r w:rsidR="0019686C">
        <w:rPr>
          <w:color w:val="000000"/>
          <w:szCs w:val="24"/>
        </w:rPr>
        <w:t>18</w:t>
      </w:r>
    </w:p>
    <w:p w:rsidR="00CA0D06" w:rsidRPr="00BA75A2" w:rsidRDefault="006C329D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Cs w:val="24"/>
        </w:rPr>
      </w:pPr>
      <w:r>
        <w:rPr>
          <w:color w:val="000000"/>
          <w:szCs w:val="24"/>
        </w:rPr>
        <w:t>D</w:t>
      </w:r>
      <w:r>
        <w:rPr>
          <w:color w:val="000000"/>
          <w:szCs w:val="24"/>
        </w:rPr>
        <w:tab/>
      </w:r>
      <w:r w:rsidR="0019686C">
        <w:rPr>
          <w:color w:val="000000"/>
          <w:szCs w:val="24"/>
        </w:rPr>
        <w:t>45</w:t>
      </w:r>
    </w:p>
    <w:p w:rsidR="00CA0D06" w:rsidRPr="00737B73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  <w:r>
        <w:rPr>
          <w:color w:val="000000"/>
          <w:szCs w:val="24"/>
        </w:rPr>
        <w:t>Which figure shows the data plotted correctly?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</w:p>
    <w:p w:rsidR="00CA0D06" w:rsidRDefault="006A4578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  <w:r>
        <w:rPr>
          <w:color w:val="000000"/>
          <w:szCs w:val="24"/>
        </w:rPr>
        <w:t>A</w:t>
      </w:r>
      <w:r>
        <w:rPr>
          <w:noProof/>
          <w:color w:val="000000"/>
          <w:szCs w:val="24"/>
        </w:rPr>
        <w:drawing>
          <wp:inline distT="0" distB="0" distL="0" distR="0">
            <wp:extent cx="1574915" cy="1757083"/>
            <wp:effectExtent l="19050" t="0" r="623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465" cy="1751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0D06">
        <w:rPr>
          <w:color w:val="000000"/>
          <w:szCs w:val="24"/>
        </w:rPr>
        <w:tab/>
      </w:r>
      <w:r w:rsidR="00CA0D06"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CA0D06">
        <w:rPr>
          <w:color w:val="000000"/>
          <w:szCs w:val="24"/>
        </w:rPr>
        <w:t>B</w:t>
      </w:r>
      <w:r>
        <w:rPr>
          <w:noProof/>
          <w:color w:val="000000"/>
          <w:szCs w:val="24"/>
        </w:rPr>
        <w:drawing>
          <wp:inline distT="0" distB="0" distL="0" distR="0">
            <wp:extent cx="1794498" cy="1757013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531" cy="1756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color w:val="000000"/>
          <w:szCs w:val="24"/>
        </w:rPr>
      </w:pPr>
      <w:r>
        <w:rPr>
          <w:color w:val="000000"/>
          <w:szCs w:val="24"/>
        </w:rPr>
        <w:t>C</w:t>
      </w:r>
      <w:r w:rsidR="006A4578">
        <w:rPr>
          <w:noProof/>
          <w:color w:val="000000"/>
          <w:szCs w:val="24"/>
        </w:rPr>
        <w:drawing>
          <wp:inline distT="0" distB="0" distL="0" distR="0">
            <wp:extent cx="1782445" cy="1961515"/>
            <wp:effectExtent l="19050" t="0" r="825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445" cy="196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D</w:t>
      </w:r>
      <w:r w:rsidR="006A4578">
        <w:rPr>
          <w:noProof/>
          <w:color w:val="000000"/>
          <w:szCs w:val="24"/>
        </w:rPr>
        <w:drawing>
          <wp:inline distT="0" distB="0" distL="0" distR="0">
            <wp:extent cx="2000697" cy="2079812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13" cy="2083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D06" w:rsidRDefault="00CA0D06" w:rsidP="00CA0D06">
      <w:pPr>
        <w:rPr>
          <w:szCs w:val="24"/>
        </w:rPr>
      </w:pPr>
    </w:p>
    <w:p w:rsidR="00CA0D06" w:rsidRPr="00737B73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b/>
          <w:szCs w:val="24"/>
        </w:rPr>
      </w:pPr>
      <w:proofErr w:type="gramStart"/>
      <w:r w:rsidRPr="00737B73">
        <w:rPr>
          <w:b/>
          <w:szCs w:val="24"/>
        </w:rPr>
        <w:t>6.RP.3c</w:t>
      </w:r>
      <w:proofErr w:type="gramEnd"/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=====================================================================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What percent is </w:t>
      </w:r>
      <w:r w:rsidR="00346783">
        <w:rPr>
          <w:szCs w:val="24"/>
        </w:rPr>
        <w:t>24 out of 50</w:t>
      </w:r>
      <w:r>
        <w:rPr>
          <w:szCs w:val="24"/>
        </w:rPr>
        <w:t>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F84E95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26</w:t>
      </w:r>
      <w:r w:rsidR="00CA0D06">
        <w:rPr>
          <w:szCs w:val="24"/>
        </w:rPr>
        <w:t>%</w:t>
      </w:r>
    </w:p>
    <w:p w:rsidR="00CA0D06" w:rsidRDefault="00346783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  <w:t>24</w:t>
      </w:r>
      <w:r w:rsidR="00CA0D06">
        <w:rPr>
          <w:szCs w:val="24"/>
        </w:rPr>
        <w:t>%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48%</w:t>
      </w:r>
    </w:p>
    <w:p w:rsidR="00CA0D06" w:rsidRDefault="00F84E95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74</w:t>
      </w:r>
      <w:r w:rsidR="00CA0D06">
        <w:rPr>
          <w:szCs w:val="24"/>
        </w:rPr>
        <w:t>%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F84E95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What is 3</w:t>
      </w:r>
      <w:r w:rsidR="00CA0D06">
        <w:rPr>
          <w:szCs w:val="24"/>
        </w:rPr>
        <w:t xml:space="preserve">0% of </w:t>
      </w:r>
      <w:r>
        <w:rPr>
          <w:szCs w:val="24"/>
        </w:rPr>
        <w:t>60</w:t>
      </w:r>
      <w:r w:rsidR="00CA0D06">
        <w:rPr>
          <w:szCs w:val="24"/>
        </w:rPr>
        <w:t>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F84E95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ab/>
        <w:t>18</w:t>
      </w:r>
    </w:p>
    <w:p w:rsidR="00CA0D06" w:rsidRDefault="00F84E95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  <w:t>90</w:t>
      </w:r>
    </w:p>
    <w:p w:rsidR="00CA0D06" w:rsidRDefault="00F84E95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30</w:t>
      </w:r>
    </w:p>
    <w:p w:rsidR="00CA0D06" w:rsidRDefault="00F84E95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20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230C68" w:rsidRDefault="00230C68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40</w:t>
      </w:r>
      <w:r w:rsidR="00CA0D06">
        <w:rPr>
          <w:szCs w:val="24"/>
        </w:rPr>
        <w:t xml:space="preserve">% of the students in Ms. Byrne’s class like ice cream.  </w:t>
      </w:r>
      <w:r>
        <w:rPr>
          <w:szCs w:val="24"/>
        </w:rPr>
        <w:t>That is 6 students.</w:t>
      </w:r>
    </w:p>
    <w:p w:rsidR="00CA0D06" w:rsidRDefault="00230C68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How many </w:t>
      </w:r>
      <w:r w:rsidR="00D2615F">
        <w:rPr>
          <w:szCs w:val="24"/>
        </w:rPr>
        <w:t>students</w:t>
      </w:r>
      <w:r>
        <w:rPr>
          <w:szCs w:val="24"/>
        </w:rPr>
        <w:t xml:space="preserve"> are in the class all together?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230C68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24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</w:r>
      <w:r w:rsidR="00230C68">
        <w:rPr>
          <w:szCs w:val="24"/>
        </w:rPr>
        <w:t>240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</w:r>
      <w:r w:rsidR="00230C68">
        <w:rPr>
          <w:szCs w:val="24"/>
        </w:rPr>
        <w:t>1</w:t>
      </w:r>
      <w:r>
        <w:rPr>
          <w:szCs w:val="24"/>
        </w:rPr>
        <w:t>5</w:t>
      </w:r>
    </w:p>
    <w:p w:rsidR="00CA0D06" w:rsidRDefault="00230C68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6.67</w:t>
      </w:r>
    </w:p>
    <w:p w:rsidR="00CA0D06" w:rsidRPr="0093215A" w:rsidRDefault="00CA0D06" w:rsidP="00CA0D06">
      <w:pPr>
        <w:contextualSpacing/>
        <w:rPr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b/>
          <w:szCs w:val="24"/>
        </w:rPr>
      </w:pPr>
      <w:proofErr w:type="gramStart"/>
      <w:r w:rsidRPr="00737B73">
        <w:rPr>
          <w:b/>
          <w:szCs w:val="24"/>
        </w:rPr>
        <w:t>6.RP.3d</w:t>
      </w:r>
      <w:proofErr w:type="gramEnd"/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=====================================================================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There are 12 inches in 1</w:t>
      </w:r>
      <w:r w:rsidR="00A422EE">
        <w:rPr>
          <w:szCs w:val="24"/>
        </w:rPr>
        <w:t xml:space="preserve"> foot.  How many inches are in 5</w:t>
      </w:r>
      <w:r>
        <w:rPr>
          <w:szCs w:val="24"/>
        </w:rPr>
        <w:t xml:space="preserve"> feet?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A422E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17</w:t>
      </w:r>
    </w:p>
    <w:p w:rsidR="00CA0D06" w:rsidRDefault="00A422E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  <w:t>6</w:t>
      </w:r>
    </w:p>
    <w:p w:rsidR="00CA0D06" w:rsidRDefault="00A422E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7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</w:r>
      <w:r w:rsidR="00A422EE">
        <w:rPr>
          <w:szCs w:val="24"/>
        </w:rPr>
        <w:t>60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There are 4 quarts in a gallon.  How many quarts are in </w:t>
      </w:r>
      <w:r w:rsidR="00A422EE">
        <w:rPr>
          <w:szCs w:val="24"/>
        </w:rPr>
        <w:t>18</w:t>
      </w:r>
      <w:r>
        <w:rPr>
          <w:szCs w:val="24"/>
        </w:rPr>
        <w:t xml:space="preserve"> gallons?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A422E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14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</w:r>
      <w:r w:rsidR="00A422EE">
        <w:rPr>
          <w:szCs w:val="24"/>
        </w:rPr>
        <w:t>72</w:t>
      </w:r>
    </w:p>
    <w:p w:rsidR="00CA0D06" w:rsidRDefault="00A422E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12</w:t>
      </w:r>
    </w:p>
    <w:p w:rsidR="00CA0D06" w:rsidRDefault="00A422E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4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 xml:space="preserve">There are 2 cups in a pint.  There are 2 pints in </w:t>
      </w:r>
      <w:r w:rsidR="0041329E">
        <w:rPr>
          <w:szCs w:val="24"/>
        </w:rPr>
        <w:t>a quart.  How many cups are in 8</w:t>
      </w:r>
      <w:r>
        <w:rPr>
          <w:szCs w:val="24"/>
        </w:rPr>
        <w:t xml:space="preserve"> quarts?</w:t>
      </w:r>
    </w:p>
    <w:p w:rsidR="00CA0D06" w:rsidRDefault="00CA0D06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</w:p>
    <w:p w:rsidR="00CA0D06" w:rsidRDefault="0041329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A</w:t>
      </w:r>
      <w:r>
        <w:rPr>
          <w:szCs w:val="24"/>
        </w:rPr>
        <w:tab/>
        <w:t>32</w:t>
      </w:r>
    </w:p>
    <w:p w:rsidR="00CA0D06" w:rsidRDefault="0041329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B</w:t>
      </w:r>
      <w:r>
        <w:rPr>
          <w:szCs w:val="24"/>
        </w:rPr>
        <w:tab/>
        <w:t>4</w:t>
      </w:r>
    </w:p>
    <w:p w:rsidR="00CA0D06" w:rsidRDefault="0041329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C</w:t>
      </w:r>
      <w:r>
        <w:rPr>
          <w:szCs w:val="24"/>
        </w:rPr>
        <w:tab/>
        <w:t>6</w:t>
      </w:r>
    </w:p>
    <w:p w:rsidR="00CA0D06" w:rsidRDefault="0041329E" w:rsidP="00CA0D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rPr>
          <w:szCs w:val="24"/>
        </w:rPr>
      </w:pPr>
      <w:r>
        <w:rPr>
          <w:szCs w:val="24"/>
        </w:rPr>
        <w:t>D</w:t>
      </w:r>
      <w:r>
        <w:rPr>
          <w:szCs w:val="24"/>
        </w:rPr>
        <w:tab/>
        <w:t>12</w:t>
      </w:r>
    </w:p>
    <w:p w:rsidR="00E224AC" w:rsidRDefault="00E224AC" w:rsidP="00D64A1D">
      <w:pPr>
        <w:rPr>
          <w:szCs w:val="24"/>
        </w:rPr>
      </w:pPr>
    </w:p>
    <w:p w:rsidR="00D64A1D" w:rsidRPr="00E224AC" w:rsidRDefault="00D64A1D" w:rsidP="00D64A1D">
      <w:pPr>
        <w:rPr>
          <w:b/>
          <w:szCs w:val="24"/>
          <w:u w:val="single"/>
        </w:rPr>
      </w:pPr>
      <w:r w:rsidRPr="00E224AC">
        <w:rPr>
          <w:b/>
          <w:szCs w:val="24"/>
          <w:u w:val="single"/>
        </w:rPr>
        <w:lastRenderedPageBreak/>
        <w:t>Section B: Summative Assessment</w:t>
      </w:r>
    </w:p>
    <w:p w:rsidR="00E224AC" w:rsidRDefault="00E224AC" w:rsidP="00D64A1D">
      <w:pPr>
        <w:rPr>
          <w:szCs w:val="24"/>
        </w:rPr>
      </w:pPr>
    </w:p>
    <w:p w:rsidR="00D64A1D" w:rsidRPr="00951BDF" w:rsidRDefault="00D64A1D" w:rsidP="00D64A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51BDF">
        <w:rPr>
          <w:rFonts w:ascii="Times New Roman" w:hAnsi="Times New Roman" w:cs="Times New Roman"/>
          <w:sz w:val="24"/>
          <w:szCs w:val="24"/>
        </w:rPr>
        <w:t>The new floor in the school cafeteria is going to be constructed of square tiles that are either gray or white and in the pattern that appears below:</w:t>
      </w: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2333625" cy="11239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b/>
          <w:szCs w:val="24"/>
        </w:rPr>
      </w:pPr>
      <w:r w:rsidRPr="00F3199F">
        <w:rPr>
          <w:szCs w:val="24"/>
        </w:rPr>
        <w:t xml:space="preserve">Part A: </w:t>
      </w:r>
      <w:r>
        <w:rPr>
          <w:b/>
          <w:szCs w:val="24"/>
        </w:rPr>
        <w:t>6.RP.1</w:t>
      </w:r>
    </w:p>
    <w:p w:rsidR="00D64A1D" w:rsidRDefault="00D64A1D" w:rsidP="00D64A1D">
      <w:pPr>
        <w:rPr>
          <w:szCs w:val="24"/>
        </w:rPr>
      </w:pPr>
      <w:r w:rsidRPr="00F3199F">
        <w:rPr>
          <w:szCs w:val="24"/>
        </w:rPr>
        <w:t>What is the ratio of gray tiles to white tiles?</w:t>
      </w: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Pr="00F3199F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  <w:r w:rsidRPr="00F3199F">
        <w:rPr>
          <w:szCs w:val="24"/>
        </w:rPr>
        <w:t>Answer: ____________________</w:t>
      </w:r>
    </w:p>
    <w:p w:rsidR="00D64A1D" w:rsidRPr="00F3199F" w:rsidRDefault="00D64A1D" w:rsidP="00D64A1D">
      <w:pPr>
        <w:rPr>
          <w:szCs w:val="24"/>
        </w:rPr>
      </w:pPr>
    </w:p>
    <w:p w:rsidR="00D64A1D" w:rsidRDefault="00D64A1D" w:rsidP="00D64A1D">
      <w:pPr>
        <w:rPr>
          <w:b/>
          <w:szCs w:val="24"/>
        </w:rPr>
      </w:pPr>
      <w:r w:rsidRPr="00F3199F">
        <w:rPr>
          <w:szCs w:val="24"/>
        </w:rPr>
        <w:t xml:space="preserve">Part B: </w:t>
      </w:r>
      <w:r>
        <w:rPr>
          <w:b/>
          <w:szCs w:val="24"/>
        </w:rPr>
        <w:t>6.RP.1</w:t>
      </w:r>
    </w:p>
    <w:p w:rsidR="00D64A1D" w:rsidRDefault="00D64A1D" w:rsidP="00D64A1D">
      <w:pPr>
        <w:rPr>
          <w:szCs w:val="24"/>
        </w:rPr>
      </w:pPr>
      <w:r w:rsidRPr="00F3199F">
        <w:rPr>
          <w:szCs w:val="24"/>
        </w:rPr>
        <w:t>What is the ratio of white tiles to the total number of tiles in the pattern?</w:t>
      </w: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Pr="00F3199F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  <w:r w:rsidRPr="00F3199F">
        <w:rPr>
          <w:szCs w:val="24"/>
        </w:rPr>
        <w:t>Answer: ____________________</w:t>
      </w:r>
    </w:p>
    <w:p w:rsidR="00D64A1D" w:rsidRPr="00F3199F" w:rsidRDefault="00D64A1D" w:rsidP="00D64A1D">
      <w:pPr>
        <w:rPr>
          <w:szCs w:val="24"/>
        </w:rPr>
      </w:pPr>
    </w:p>
    <w:p w:rsidR="00D64A1D" w:rsidRDefault="00D64A1D" w:rsidP="00D64A1D">
      <w:pPr>
        <w:rPr>
          <w:b/>
          <w:szCs w:val="24"/>
        </w:rPr>
      </w:pPr>
      <w:r w:rsidRPr="00F3199F">
        <w:rPr>
          <w:szCs w:val="24"/>
        </w:rPr>
        <w:t xml:space="preserve">Part C: </w:t>
      </w:r>
      <w:r>
        <w:rPr>
          <w:b/>
          <w:szCs w:val="24"/>
        </w:rPr>
        <w:t>6.RP.2</w:t>
      </w:r>
    </w:p>
    <w:p w:rsidR="00D64A1D" w:rsidRDefault="00D64A1D" w:rsidP="00D64A1D">
      <w:pPr>
        <w:rPr>
          <w:szCs w:val="24"/>
        </w:rPr>
      </w:pPr>
      <w:r w:rsidRPr="00F3199F">
        <w:rPr>
          <w:szCs w:val="24"/>
        </w:rPr>
        <w:t>If the total cost of the white tiles is $12, what is the unit cost per white tile?</w:t>
      </w: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Pr="00F3199F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  <w:r w:rsidRPr="00F3199F">
        <w:rPr>
          <w:szCs w:val="24"/>
        </w:rPr>
        <w:t>Answer: $____________________</w:t>
      </w: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Default="00D64A1D" w:rsidP="00D64A1D">
      <w:pPr>
        <w:rPr>
          <w:szCs w:val="24"/>
        </w:rPr>
      </w:pPr>
    </w:p>
    <w:p w:rsidR="00D64A1D" w:rsidRPr="000B282E" w:rsidRDefault="00D64A1D" w:rsidP="00D64A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6.RP.2 and 6.RP.3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282E">
        <w:rPr>
          <w:rFonts w:ascii="Times New Roman" w:hAnsi="Times New Roman" w:cs="Times New Roman"/>
          <w:sz w:val="24"/>
          <w:szCs w:val="24"/>
        </w:rPr>
        <w:t>A gro</w:t>
      </w:r>
      <w:r>
        <w:rPr>
          <w:rFonts w:ascii="Times New Roman" w:hAnsi="Times New Roman" w:cs="Times New Roman"/>
          <w:sz w:val="24"/>
          <w:szCs w:val="24"/>
        </w:rPr>
        <w:t xml:space="preserve">cery store sign indicates that </w:t>
      </w:r>
      <w:r w:rsidRPr="000B282E">
        <w:rPr>
          <w:rFonts w:ascii="Times New Roman" w:hAnsi="Times New Roman" w:cs="Times New Roman"/>
          <w:sz w:val="24"/>
          <w:szCs w:val="24"/>
        </w:rPr>
        <w:t>bananas are 6 for $1.50, and a sign by the oranges indicates that they are 5 for $3.00. Find the total cost of buying 2 bananas and 2 oranges.</w:t>
      </w:r>
    </w:p>
    <w:p w:rsidR="00D64A1D" w:rsidRPr="00B21A41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21A41">
        <w:rPr>
          <w:rFonts w:ascii="Times New Roman" w:hAnsi="Times New Roman" w:cs="Times New Roman"/>
          <w:b/>
          <w:i/>
          <w:sz w:val="24"/>
          <w:szCs w:val="24"/>
        </w:rPr>
        <w:t>Explain the step</w:t>
      </w:r>
      <w:r w:rsidR="003E4F3B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B21A41">
        <w:rPr>
          <w:rFonts w:ascii="Times New Roman" w:hAnsi="Times New Roman" w:cs="Times New Roman"/>
          <w:b/>
          <w:i/>
          <w:sz w:val="24"/>
          <w:szCs w:val="24"/>
        </w:rPr>
        <w:t xml:space="preserve"> you took to answer this question.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4A1D" w:rsidRDefault="00D64A1D" w:rsidP="00D64A1D">
      <w:pPr>
        <w:spacing w:line="360" w:lineRule="auto"/>
        <w:rPr>
          <w:szCs w:val="24"/>
        </w:rPr>
      </w:pPr>
    </w:p>
    <w:p w:rsidR="00D64A1D" w:rsidRDefault="00D64A1D" w:rsidP="00D64A1D">
      <w:pPr>
        <w:spacing w:line="360" w:lineRule="auto"/>
        <w:rPr>
          <w:szCs w:val="24"/>
        </w:rPr>
      </w:pPr>
    </w:p>
    <w:p w:rsidR="00D64A1D" w:rsidRDefault="00D64A1D" w:rsidP="00D64A1D">
      <w:pPr>
        <w:spacing w:line="360" w:lineRule="auto"/>
        <w:rPr>
          <w:szCs w:val="24"/>
        </w:rPr>
      </w:pPr>
    </w:p>
    <w:p w:rsidR="00D64A1D" w:rsidRDefault="00D64A1D" w:rsidP="00D64A1D">
      <w:pPr>
        <w:spacing w:line="360" w:lineRule="auto"/>
        <w:rPr>
          <w:szCs w:val="24"/>
        </w:rPr>
      </w:pPr>
    </w:p>
    <w:p w:rsidR="00D64A1D" w:rsidRDefault="00D64A1D" w:rsidP="00D64A1D">
      <w:pPr>
        <w:spacing w:line="360" w:lineRule="auto"/>
        <w:rPr>
          <w:szCs w:val="24"/>
        </w:rPr>
      </w:pPr>
    </w:p>
    <w:p w:rsidR="00D64A1D" w:rsidRDefault="00D64A1D" w:rsidP="00D64A1D">
      <w:pPr>
        <w:spacing w:line="360" w:lineRule="auto"/>
        <w:rPr>
          <w:szCs w:val="24"/>
        </w:rPr>
      </w:pPr>
    </w:p>
    <w:p w:rsidR="00D64A1D" w:rsidRPr="000B282E" w:rsidRDefault="00D64A1D" w:rsidP="00D64A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6.RP.3d</w:t>
      </w:r>
    </w:p>
    <w:p w:rsidR="00D64A1D" w:rsidRDefault="00F21792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9.5pt;margin-top:30.45pt;width:130.65pt;height:25.5pt;z-index:251658240;mso-width-relative:margin;mso-height-relative:margin">
            <v:textbox style="mso-next-textbox:#_x0000_s1026">
              <w:txbxContent>
                <w:p w:rsidR="00D64A1D" w:rsidRPr="009C19D6" w:rsidRDefault="00D64A1D" w:rsidP="00D64A1D">
                  <w:pPr>
                    <w:rPr>
                      <w:i/>
                      <w:szCs w:val="24"/>
                    </w:rPr>
                  </w:pPr>
                  <w:r w:rsidRPr="009C19D6">
                    <w:rPr>
                      <w:i/>
                      <w:szCs w:val="24"/>
                    </w:rPr>
                    <w:t>12 in = 1 foot</w:t>
                  </w:r>
                </w:p>
              </w:txbxContent>
            </v:textbox>
          </v:shape>
        </w:pict>
      </w:r>
      <w:r w:rsidR="00D64A1D" w:rsidRPr="000B282E">
        <w:rPr>
          <w:rFonts w:ascii="Times New Roman" w:hAnsi="Times New Roman" w:cs="Times New Roman"/>
          <w:sz w:val="24"/>
          <w:szCs w:val="24"/>
        </w:rPr>
        <w:t>Jeremy has two 7-foot-long boards. H</w:t>
      </w:r>
      <w:r w:rsidR="00D64A1D">
        <w:rPr>
          <w:rFonts w:ascii="Times New Roman" w:hAnsi="Times New Roman" w:cs="Times New Roman"/>
          <w:sz w:val="24"/>
          <w:szCs w:val="24"/>
        </w:rPr>
        <w:t xml:space="preserve">e needs to cut pieces that are </w:t>
      </w:r>
      <w:r w:rsidR="00D64A1D" w:rsidRPr="000B282E">
        <w:rPr>
          <w:rFonts w:ascii="Times New Roman" w:hAnsi="Times New Roman" w:cs="Times New Roman"/>
          <w:sz w:val="24"/>
          <w:szCs w:val="24"/>
        </w:rPr>
        <w:t>15 inches long from the boards. What is the greatest number of 15-inch pieces he can cut from the two boards?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21A41">
        <w:rPr>
          <w:rFonts w:ascii="Times New Roman" w:hAnsi="Times New Roman" w:cs="Times New Roman"/>
          <w:b/>
          <w:i/>
          <w:sz w:val="24"/>
          <w:szCs w:val="24"/>
        </w:rPr>
        <w:t>Justify your answer.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Pr="00D64A1D" w:rsidRDefault="00D64A1D" w:rsidP="00D64A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64A1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4A1D" w:rsidRDefault="00D64A1D" w:rsidP="00D64A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64A1D" w:rsidRPr="009C19D6" w:rsidRDefault="00D64A1D" w:rsidP="00D64A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6.RP.3c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9D6">
        <w:rPr>
          <w:rFonts w:ascii="Times New Roman" w:hAnsi="Times New Roman" w:cs="Times New Roman"/>
          <w:sz w:val="24"/>
          <w:szCs w:val="24"/>
        </w:rPr>
        <w:t>A clothing store offers a 30% discount on all items in the store.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Pr="009C19D6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9D6">
        <w:rPr>
          <w:rFonts w:ascii="Times New Roman" w:hAnsi="Times New Roman" w:cs="Times New Roman"/>
          <w:b/>
          <w:sz w:val="24"/>
          <w:szCs w:val="24"/>
        </w:rPr>
        <w:t>Part A:</w:t>
      </w:r>
      <w:r w:rsidRPr="009C19D6">
        <w:rPr>
          <w:rFonts w:ascii="Times New Roman" w:hAnsi="Times New Roman" w:cs="Times New Roman"/>
          <w:sz w:val="24"/>
          <w:szCs w:val="24"/>
        </w:rPr>
        <w:t xml:space="preserve"> If the original price of a sweater is $40, how much will it cost after the discount? 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9D6">
        <w:rPr>
          <w:rFonts w:ascii="Times New Roman" w:hAnsi="Times New Roman" w:cs="Times New Roman"/>
          <w:b/>
          <w:i/>
          <w:sz w:val="24"/>
          <w:szCs w:val="24"/>
        </w:rPr>
        <w:t>Show your work</w:t>
      </w:r>
      <w:r w:rsidRPr="009C19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Pr="009C19D6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9D6">
        <w:rPr>
          <w:rFonts w:ascii="Times New Roman" w:hAnsi="Times New Roman" w:cs="Times New Roman"/>
          <w:sz w:val="24"/>
          <w:szCs w:val="24"/>
        </w:rPr>
        <w:t>Answer: ____________________</w:t>
      </w:r>
    </w:p>
    <w:p w:rsidR="00D64A1D" w:rsidRPr="009C19D6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Pr="009C19D6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9D6">
        <w:rPr>
          <w:rFonts w:ascii="Times New Roman" w:hAnsi="Times New Roman" w:cs="Times New Roman"/>
          <w:b/>
          <w:sz w:val="24"/>
          <w:szCs w:val="24"/>
        </w:rPr>
        <w:t>Part B:</w:t>
      </w:r>
      <w:r w:rsidRPr="009C19D6">
        <w:rPr>
          <w:rFonts w:ascii="Times New Roman" w:hAnsi="Times New Roman" w:cs="Times New Roman"/>
          <w:sz w:val="24"/>
          <w:szCs w:val="24"/>
        </w:rPr>
        <w:t xml:space="preserve"> A shopper bought three of the same shirt and paid $63 after the 30% discount. What was the original price of one of the shirts?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19D6"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Pr="009C19D6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9D6">
        <w:rPr>
          <w:rFonts w:ascii="Times New Roman" w:hAnsi="Times New Roman" w:cs="Times New Roman"/>
          <w:sz w:val="24"/>
          <w:szCs w:val="24"/>
        </w:rPr>
        <w:t>Answer: ____________________</w:t>
      </w:r>
    </w:p>
    <w:p w:rsidR="00D64A1D" w:rsidRPr="009C19D6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Pr="009C19D6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9D6">
        <w:rPr>
          <w:rFonts w:ascii="Times New Roman" w:hAnsi="Times New Roman" w:cs="Times New Roman"/>
          <w:b/>
          <w:sz w:val="24"/>
          <w:szCs w:val="24"/>
        </w:rPr>
        <w:t>Part C:</w:t>
      </w:r>
      <w:r w:rsidRPr="009C19D6">
        <w:rPr>
          <w:rFonts w:ascii="Times New Roman" w:hAnsi="Times New Roman" w:cs="Times New Roman"/>
          <w:sz w:val="24"/>
          <w:szCs w:val="24"/>
        </w:rPr>
        <w:t xml:space="preserve"> Every store employee gets an additional 10% off the already discounted price. If an employee buys an item with an original price of $40, how </w:t>
      </w:r>
      <w:r>
        <w:rPr>
          <w:rFonts w:ascii="Times New Roman" w:hAnsi="Times New Roman" w:cs="Times New Roman"/>
          <w:sz w:val="24"/>
          <w:szCs w:val="24"/>
        </w:rPr>
        <w:t xml:space="preserve">much will the employee </w:t>
      </w:r>
      <w:r w:rsidRPr="009C19D6">
        <w:rPr>
          <w:rFonts w:ascii="Times New Roman" w:hAnsi="Times New Roman" w:cs="Times New Roman"/>
          <w:sz w:val="24"/>
          <w:szCs w:val="24"/>
        </w:rPr>
        <w:t>pay?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19D6"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Pr="009C19D6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C19D6">
        <w:rPr>
          <w:rFonts w:ascii="Times New Roman" w:hAnsi="Times New Roman" w:cs="Times New Roman"/>
          <w:sz w:val="24"/>
          <w:szCs w:val="24"/>
        </w:rPr>
        <w:t>Answer: ____________________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224AC" w:rsidRDefault="00E224AC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Pr="000749F6" w:rsidRDefault="00D64A1D" w:rsidP="00D64A1D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6.RP.3a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box of wheat crackers contains 6 servings and has a total of 420 calories.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Part A: </w:t>
      </w:r>
      <w:r w:rsidR="00901D46">
        <w:rPr>
          <w:rFonts w:ascii="Times New Roman" w:hAnsi="Times New Roman" w:cs="Times New Roman"/>
          <w:sz w:val="24"/>
          <w:szCs w:val="24"/>
        </w:rPr>
        <w:t xml:space="preserve">Complete </w:t>
      </w:r>
      <w:r>
        <w:rPr>
          <w:rFonts w:ascii="Times New Roman" w:hAnsi="Times New Roman" w:cs="Times New Roman"/>
          <w:sz w:val="24"/>
          <w:szCs w:val="24"/>
        </w:rPr>
        <w:t>the chart based on the information given.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64A1D" w:rsidRPr="00B26535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433"/>
        <w:gridCol w:w="1241"/>
        <w:gridCol w:w="1241"/>
        <w:gridCol w:w="1241"/>
        <w:gridCol w:w="1241"/>
        <w:gridCol w:w="1241"/>
        <w:gridCol w:w="1218"/>
      </w:tblGrid>
      <w:tr w:rsidR="00D64A1D" w:rsidTr="006C5136">
        <w:tc>
          <w:tcPr>
            <w:tcW w:w="1433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servings</w:t>
            </w: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64A1D" w:rsidTr="006C5136">
        <w:tc>
          <w:tcPr>
            <w:tcW w:w="1433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calories</w:t>
            </w: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D64A1D" w:rsidRDefault="00D64A1D" w:rsidP="006C513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</w:tbl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Part B: </w:t>
      </w:r>
      <w:r>
        <w:rPr>
          <w:rFonts w:ascii="Times New Roman" w:hAnsi="Times New Roman" w:cs="Times New Roman"/>
          <w:sz w:val="24"/>
          <w:szCs w:val="24"/>
        </w:rPr>
        <w:t>Henry ate 30% of the box of wheat crackers. How many calories did he consume?</w:t>
      </w:r>
    </w:p>
    <w:p w:rsidR="00D64A1D" w:rsidRPr="00B21A41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21A41">
        <w:rPr>
          <w:rFonts w:ascii="Times New Roman" w:hAnsi="Times New Roman" w:cs="Times New Roman"/>
          <w:b/>
          <w:i/>
          <w:sz w:val="24"/>
          <w:szCs w:val="24"/>
        </w:rPr>
        <w:t>Explain the step</w:t>
      </w:r>
      <w:r w:rsidR="00BF51EE">
        <w:rPr>
          <w:rFonts w:ascii="Times New Roman" w:hAnsi="Times New Roman" w:cs="Times New Roman"/>
          <w:b/>
          <w:i/>
          <w:sz w:val="24"/>
          <w:szCs w:val="24"/>
        </w:rPr>
        <w:t>s</w:t>
      </w:r>
      <w:r w:rsidRPr="00B21A41">
        <w:rPr>
          <w:rFonts w:ascii="Times New Roman" w:hAnsi="Times New Roman" w:cs="Times New Roman"/>
          <w:b/>
          <w:i/>
          <w:sz w:val="24"/>
          <w:szCs w:val="24"/>
        </w:rPr>
        <w:t xml:space="preserve"> you took to answer this question.</w:t>
      </w: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A1D" w:rsidRDefault="00D64A1D" w:rsidP="00D64A1D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0D06" w:rsidRPr="00C72010" w:rsidRDefault="00D64A1D" w:rsidP="00D64A1D">
      <w:pPr>
        <w:pStyle w:val="ListParagraph"/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A0D06" w:rsidRPr="00C72010" w:rsidSect="00603DEA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382" w:rsidRDefault="00A77382" w:rsidP="00603DEA">
      <w:r>
        <w:separator/>
      </w:r>
    </w:p>
  </w:endnote>
  <w:endnote w:type="continuationSeparator" w:id="0">
    <w:p w:rsidR="00A77382" w:rsidRDefault="00A77382" w:rsidP="00603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382" w:rsidRDefault="00A77382" w:rsidP="00603DEA">
      <w:r>
        <w:separator/>
      </w:r>
    </w:p>
  </w:footnote>
  <w:footnote w:type="continuationSeparator" w:id="0">
    <w:p w:rsidR="00A77382" w:rsidRDefault="00A77382" w:rsidP="00603D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26E12"/>
    <w:multiLevelType w:val="hybridMultilevel"/>
    <w:tmpl w:val="EDBC0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DA6"/>
    <w:rsid w:val="000024EF"/>
    <w:rsid w:val="00092C2F"/>
    <w:rsid w:val="00111AEB"/>
    <w:rsid w:val="001570BD"/>
    <w:rsid w:val="00174C36"/>
    <w:rsid w:val="0019686C"/>
    <w:rsid w:val="001A3E6B"/>
    <w:rsid w:val="001C71FF"/>
    <w:rsid w:val="00206204"/>
    <w:rsid w:val="00230C68"/>
    <w:rsid w:val="00232190"/>
    <w:rsid w:val="00246DA6"/>
    <w:rsid w:val="002767D1"/>
    <w:rsid w:val="00346783"/>
    <w:rsid w:val="00357FAD"/>
    <w:rsid w:val="00370B2D"/>
    <w:rsid w:val="003E4F3B"/>
    <w:rsid w:val="003F5AA2"/>
    <w:rsid w:val="0041329E"/>
    <w:rsid w:val="00463768"/>
    <w:rsid w:val="004A307C"/>
    <w:rsid w:val="004A3D6F"/>
    <w:rsid w:val="004B0EFE"/>
    <w:rsid w:val="00505CBB"/>
    <w:rsid w:val="00531FC0"/>
    <w:rsid w:val="0054437C"/>
    <w:rsid w:val="00600BB6"/>
    <w:rsid w:val="00603DEA"/>
    <w:rsid w:val="00622910"/>
    <w:rsid w:val="006A4578"/>
    <w:rsid w:val="006A6BD6"/>
    <w:rsid w:val="006B15BB"/>
    <w:rsid w:val="006B6BBE"/>
    <w:rsid w:val="006C329D"/>
    <w:rsid w:val="007405D5"/>
    <w:rsid w:val="007470B5"/>
    <w:rsid w:val="007E6089"/>
    <w:rsid w:val="0080677F"/>
    <w:rsid w:val="00807698"/>
    <w:rsid w:val="00865A9A"/>
    <w:rsid w:val="00876979"/>
    <w:rsid w:val="008F6ECA"/>
    <w:rsid w:val="00901D46"/>
    <w:rsid w:val="00921649"/>
    <w:rsid w:val="00934981"/>
    <w:rsid w:val="00945964"/>
    <w:rsid w:val="009650AE"/>
    <w:rsid w:val="00992746"/>
    <w:rsid w:val="00A422EE"/>
    <w:rsid w:val="00A77382"/>
    <w:rsid w:val="00AA698E"/>
    <w:rsid w:val="00AC0820"/>
    <w:rsid w:val="00B77C1C"/>
    <w:rsid w:val="00BA49E8"/>
    <w:rsid w:val="00BC3AC9"/>
    <w:rsid w:val="00BE19ED"/>
    <w:rsid w:val="00BF51EE"/>
    <w:rsid w:val="00C22E7E"/>
    <w:rsid w:val="00C613AD"/>
    <w:rsid w:val="00C72010"/>
    <w:rsid w:val="00C863CE"/>
    <w:rsid w:val="00CA0D06"/>
    <w:rsid w:val="00CC21B4"/>
    <w:rsid w:val="00CD1151"/>
    <w:rsid w:val="00D2615F"/>
    <w:rsid w:val="00D64A1D"/>
    <w:rsid w:val="00D91CA3"/>
    <w:rsid w:val="00E224AC"/>
    <w:rsid w:val="00EB687F"/>
    <w:rsid w:val="00EC20A7"/>
    <w:rsid w:val="00F21792"/>
    <w:rsid w:val="00F31E82"/>
    <w:rsid w:val="00F84E95"/>
    <w:rsid w:val="00FB4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3DEA"/>
  </w:style>
  <w:style w:type="paragraph" w:styleId="Footer">
    <w:name w:val="footer"/>
    <w:basedOn w:val="Normal"/>
    <w:link w:val="Foot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DEA"/>
  </w:style>
  <w:style w:type="table" w:styleId="TableGrid">
    <w:name w:val="Table Grid"/>
    <w:basedOn w:val="TableNormal"/>
    <w:uiPriority w:val="59"/>
    <w:rsid w:val="00865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6D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D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D06"/>
    <w:pPr>
      <w:spacing w:line="480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CA0D0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\LOCALS~1\Temp\CC%20TASK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84244-D4FC-402C-80B2-29E88FC4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 TASK Template</Template>
  <TotalTime>143</TotalTime>
  <Pages>9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44</cp:revision>
  <dcterms:created xsi:type="dcterms:W3CDTF">2012-11-28T12:11:00Z</dcterms:created>
  <dcterms:modified xsi:type="dcterms:W3CDTF">2012-12-17T12:14:00Z</dcterms:modified>
</cp:coreProperties>
</file>